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231">
        <w:rPr>
          <w:rFonts w:ascii="Corbel" w:hAnsi="Corbel"/>
          <w:i/>
          <w:smallCaps/>
          <w:sz w:val="24"/>
          <w:szCs w:val="24"/>
        </w:rPr>
        <w:t>20</w:t>
      </w:r>
      <w:r w:rsidR="00DD038F">
        <w:rPr>
          <w:rFonts w:ascii="Corbel" w:hAnsi="Corbel"/>
          <w:i/>
          <w:smallCaps/>
          <w:sz w:val="24"/>
          <w:szCs w:val="24"/>
        </w:rPr>
        <w:t>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7C46ED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AA21EB" w:rsidP="00AF1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1EB">
              <w:rPr>
                <w:rFonts w:ascii="Corbel" w:hAnsi="Corbel"/>
                <w:b w:val="0"/>
                <w:sz w:val="24"/>
                <w:szCs w:val="24"/>
              </w:rPr>
              <w:t>P1S[1]</w:t>
            </w:r>
            <w:r w:rsidR="007C46ED">
              <w:rPr>
                <w:rFonts w:ascii="Corbel" w:hAnsi="Corbel"/>
                <w:b w:val="0"/>
                <w:sz w:val="24"/>
                <w:szCs w:val="24"/>
              </w:rPr>
              <w:t>0_09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45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2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D03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756D2" w:rsidP="00863C9F">
      <w:pPr>
        <w:pStyle w:val="Punktygwne"/>
        <w:pBdr>
          <w:between w:val="single" w:sz="4" w:space="1" w:color="auto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C46ED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obsługi programów biurowych na poziomie szkoły średniej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informacji oraz z zasadami prywatności i bezpieczeństwa w sieci.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A3FE0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CA3FE0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AD0BE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D0BEF">
        <w:tc>
          <w:tcPr>
            <w:tcW w:w="1681" w:type="dxa"/>
          </w:tcPr>
          <w:p w:rsidR="0085747A" w:rsidRPr="009C54AE" w:rsidRDefault="00D75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53931345"/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85747A" w:rsidRPr="009C54AE" w:rsidRDefault="00D16C55" w:rsidP="00434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D14BB0">
              <w:rPr>
                <w:rFonts w:ascii="Corbel" w:hAnsi="Corbel"/>
                <w:b w:val="0"/>
                <w:smallCaps w:val="0"/>
                <w:szCs w:val="24"/>
              </w:rPr>
              <w:t xml:space="preserve">obsługiwać programy biurowe w </w:t>
            </w:r>
            <w:r w:rsidR="000522A8">
              <w:rPr>
                <w:rFonts w:ascii="Corbel" w:hAnsi="Corbel"/>
                <w:b w:val="0"/>
                <w:smallCaps w:val="0"/>
                <w:szCs w:val="24"/>
              </w:rPr>
              <w:t>stopniu</w:t>
            </w:r>
            <w:r w:rsidR="00D14BB0">
              <w:rPr>
                <w:rFonts w:ascii="Corbel" w:hAnsi="Corbel"/>
                <w:b w:val="0"/>
                <w:smallCaps w:val="0"/>
                <w:szCs w:val="24"/>
              </w:rPr>
              <w:t xml:space="preserve"> pozwalającym na opracowywanie i analizowanie danych gromadzonych przez pracowników socjalnych </w:t>
            </w:r>
            <w:r w:rsidR="00EB5AD1">
              <w:rPr>
                <w:rFonts w:ascii="Corbel" w:hAnsi="Corbel"/>
                <w:b w:val="0"/>
                <w:smallCaps w:val="0"/>
                <w:szCs w:val="24"/>
              </w:rPr>
              <w:t>w systemie pomocy społecznej.</w:t>
            </w:r>
            <w:r w:rsidR="006E16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85747A" w:rsidRPr="009C54AE" w:rsidRDefault="00D41632" w:rsidP="00434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7171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EB5AD1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bookmarkEnd w:id="0"/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0501" w:rsidRPr="009C54AE" w:rsidTr="007124ED">
        <w:tc>
          <w:tcPr>
            <w:tcW w:w="9639" w:type="dxa"/>
          </w:tcPr>
          <w:p w:rsidR="000B0501" w:rsidRPr="009C54AE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="000B0501" w:rsidRPr="009C54AE" w:rsidTr="007124ED">
        <w:tc>
          <w:tcPr>
            <w:tcW w:w="9639" w:type="dxa"/>
          </w:tcPr>
          <w:p w:rsidR="000B0501" w:rsidRPr="00864BFD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="000B0501" w:rsidRPr="009C54AE" w:rsidTr="007124ED">
        <w:tc>
          <w:tcPr>
            <w:tcW w:w="9639" w:type="dxa"/>
          </w:tcPr>
          <w:p w:rsidR="000B0501" w:rsidRPr="00864BFD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System komputerowy Windows jako narzędzie podstawowych operacji komputerowych. Zarządzanie plikami i dyskami, tworzenie plików, folderów i skrótów. Aplikacje wbudowane w system Windows. </w:t>
            </w:r>
            <w:r w:rsidRPr="00406F5F">
              <w:rPr>
                <w:rFonts w:ascii="Corbel" w:hAnsi="Corbel" w:cs="Arial"/>
                <w:kern w:val="24"/>
              </w:rPr>
              <w:lastRenderedPageBreak/>
              <w:t>Panel sterowania jako konfigurator systemu.</w:t>
            </w:r>
          </w:p>
        </w:tc>
      </w:tr>
      <w:tr w:rsidR="000B0501" w:rsidRPr="009C54AE" w:rsidTr="007124ED">
        <w:tc>
          <w:tcPr>
            <w:tcW w:w="9639" w:type="dxa"/>
          </w:tcPr>
          <w:p w:rsidR="000B0501" w:rsidRPr="00406F5F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lastRenderedPageBreak/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="000B0501" w:rsidRPr="009C54AE" w:rsidTr="007124ED">
        <w:tc>
          <w:tcPr>
            <w:tcW w:w="9639" w:type="dxa"/>
          </w:tcPr>
          <w:p w:rsidR="000B0501" w:rsidRPr="00406F5F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 xml:space="preserve">MS Excel. Tworzenie tabel i wykresów, segregacja danych. Formuły i funkcje. Wykorzystanie arkusza jako narzędzia pomocnego w </w:t>
            </w:r>
            <w:r>
              <w:rPr>
                <w:rFonts w:ascii="Corbel" w:hAnsi="Corbel"/>
                <w:kern w:val="24"/>
              </w:rPr>
              <w:t>pracy socjalnej</w:t>
            </w:r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="000B0501" w:rsidRPr="009C54AE" w:rsidTr="007124ED">
        <w:tc>
          <w:tcPr>
            <w:tcW w:w="9639" w:type="dxa"/>
          </w:tcPr>
          <w:p w:rsidR="000B0501" w:rsidRPr="00406F5F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</w:t>
            </w:r>
            <w:proofErr w:type="spellStart"/>
            <w:r w:rsidRPr="00406F5F">
              <w:rPr>
                <w:rFonts w:ascii="Corbel" w:hAnsi="Corbel"/>
                <w:kern w:val="24"/>
              </w:rPr>
              <w:t>ppt</w:t>
            </w:r>
            <w:proofErr w:type="spellEnd"/>
            <w:r w:rsidRPr="00406F5F">
              <w:rPr>
                <w:rFonts w:ascii="Corbel" w:hAnsi="Corbel"/>
                <w:kern w:val="24"/>
              </w:rPr>
              <w:t xml:space="preserve"> lub .</w:t>
            </w:r>
            <w:proofErr w:type="spellStart"/>
            <w:r w:rsidRPr="00406F5F">
              <w:rPr>
                <w:rFonts w:ascii="Corbel" w:hAnsi="Corbel"/>
                <w:kern w:val="24"/>
              </w:rPr>
              <w:t>pptx</w:t>
            </w:r>
            <w:proofErr w:type="spellEnd"/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="000B0501" w:rsidRPr="009C54AE" w:rsidTr="007124ED">
        <w:tc>
          <w:tcPr>
            <w:tcW w:w="9639" w:type="dxa"/>
          </w:tcPr>
          <w:p w:rsidR="000B0501" w:rsidRPr="00406F5F" w:rsidRDefault="000B0501" w:rsidP="00146A1F">
            <w:pPr>
              <w:pStyle w:val="Akapitzlist"/>
              <w:spacing w:after="0" w:line="240" w:lineRule="auto"/>
              <w:ind w:left="176"/>
              <w:rPr>
                <w:rFonts w:ascii="Corbel" w:hAnsi="Corbe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Praca </w:t>
            </w:r>
            <w:r>
              <w:rPr>
                <w:rFonts w:ascii="Corbel" w:hAnsi="Corbel" w:cs="Arial"/>
                <w:kern w:val="24"/>
              </w:rPr>
              <w:t>z internetem</w:t>
            </w:r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0B0501" w:rsidRPr="009C54AE" w:rsidTr="007124ED">
        <w:tc>
          <w:tcPr>
            <w:tcW w:w="9639" w:type="dxa"/>
          </w:tcPr>
          <w:p w:rsidR="000B0501" w:rsidRPr="00406F5F" w:rsidRDefault="000B0501" w:rsidP="00146A1F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EB5AD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9D9" w:rsidRPr="009C54AE" w:rsidTr="00EB5AD1">
        <w:tc>
          <w:tcPr>
            <w:tcW w:w="1962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2819D9" w:rsidRPr="009C54AE" w:rsidRDefault="00897286" w:rsidP="00E64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17" w:type="dxa"/>
          </w:tcPr>
          <w:p w:rsidR="002819D9" w:rsidRPr="009C54AE" w:rsidRDefault="002213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(Lab.)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91F5D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</w:p>
          <w:p w:rsidR="00533C3E" w:rsidRPr="009C54AE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760E" w:rsidRDefault="00D9760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6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9760E" w:rsidRDefault="005B0FC4" w:rsidP="00CE1F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02C28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02C28">
              <w:t xml:space="preserve"> </w:t>
            </w:r>
          </w:p>
          <w:p w:rsid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spellingerror"/>
                <w:rFonts w:ascii="Corbel" w:hAnsi="Corbel"/>
                <w:color w:val="000000"/>
              </w:rPr>
              <w:t>Mendrala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> D., Szeliga M. (2013).  ABC systemu Windows 8 PL. Gliwice : Wydawnictwo Helion.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  <w:color w:val="000000"/>
              </w:rPr>
              <w:t> </w:t>
            </w:r>
          </w:p>
          <w:p w:rsid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 w:rsidRPr="00D756D2">
              <w:rPr>
                <w:rStyle w:val="spellingerror"/>
                <w:rFonts w:ascii="Corbel" w:hAnsi="Corbel"/>
                <w:color w:val="000000"/>
              </w:rPr>
              <w:t>Jaronicki</w:t>
            </w:r>
            <w:proofErr w:type="spellEnd"/>
            <w:r w:rsidRPr="00D756D2">
              <w:rPr>
                <w:rStyle w:val="normaltextrun"/>
                <w:rFonts w:ascii="Corbel" w:hAnsi="Corbel"/>
                <w:color w:val="000000"/>
              </w:rPr>
              <w:t> A., (2016). </w:t>
            </w:r>
            <w:r w:rsidRPr="00D756D2">
              <w:rPr>
                <w:rStyle w:val="normaltextrun"/>
                <w:rFonts w:ascii="Corbel" w:hAnsi="Corbel"/>
                <w:color w:val="000000"/>
                <w:lang w:val="en-US"/>
              </w:rPr>
              <w:t>ABC MS Office 2016 PL. </w:t>
            </w:r>
            <w:r>
              <w:rPr>
                <w:rStyle w:val="normaltextrun"/>
                <w:rFonts w:ascii="Corbel" w:hAnsi="Corbel"/>
                <w:color w:val="000000"/>
              </w:rPr>
              <w:t>Gliwice: Wydawnictwo Helion.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  <w:color w:val="000000"/>
              </w:rPr>
              <w:t> </w:t>
            </w:r>
          </w:p>
          <w:p w:rsid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</w:rPr>
              <w:t>Żarowska-Mazur A., Węglarz W. (2012). </w:t>
            </w:r>
            <w:r w:rsidRPr="00D756D2">
              <w:rPr>
                <w:rStyle w:val="normaltextrun"/>
                <w:rFonts w:ascii="Corbel" w:hAnsi="Corbel"/>
                <w:color w:val="000000"/>
                <w:lang w:val="en-US"/>
              </w:rPr>
              <w:t xml:space="preserve">Office 2010 : </w:t>
            </w:r>
            <w:proofErr w:type="spellStart"/>
            <w:r w:rsidRPr="00D756D2">
              <w:rPr>
                <w:rStyle w:val="normaltextrun"/>
                <w:rFonts w:ascii="Corbel" w:hAnsi="Corbel"/>
                <w:color w:val="000000"/>
                <w:lang w:val="en-US"/>
              </w:rPr>
              <w:t>praktyczny</w:t>
            </w:r>
            <w:proofErr w:type="spellEnd"/>
            <w:r w:rsidRPr="00D756D2">
              <w:rPr>
                <w:rStyle w:val="normaltextrun"/>
                <w:rFonts w:ascii="Corbel" w:hAnsi="Corbel"/>
                <w:color w:val="000000"/>
                <w:lang w:val="en-US"/>
              </w:rPr>
              <w:t xml:space="preserve"> </w:t>
            </w:r>
            <w:proofErr w:type="spellStart"/>
            <w:r w:rsidRPr="00D756D2">
              <w:rPr>
                <w:rStyle w:val="normaltextrun"/>
                <w:rFonts w:ascii="Corbel" w:hAnsi="Corbel"/>
                <w:color w:val="000000"/>
                <w:lang w:val="en-US"/>
              </w:rPr>
              <w:t>kurs</w:t>
            </w:r>
            <w:proofErr w:type="spellEnd"/>
            <w:r w:rsidRPr="00D756D2">
              <w:rPr>
                <w:rStyle w:val="normaltextrun"/>
                <w:rFonts w:ascii="Corbel" w:hAnsi="Corbel"/>
                <w:color w:val="000000"/>
                <w:lang w:val="en-US"/>
              </w:rPr>
              <w:t xml:space="preserve"> : PowerPoint 2010, Word 2010, Excel 2010, Access 2010. </w:t>
            </w:r>
            <w:r>
              <w:rPr>
                <w:rStyle w:val="normaltextrun"/>
                <w:rFonts w:ascii="Corbel" w:hAnsi="Corbel"/>
                <w:color w:val="000000"/>
              </w:rPr>
              <w:t>Warszawa : Wydawnictwo Naukowe PWN.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  <w:color w:val="000000"/>
              </w:rPr>
              <w:t> </w:t>
            </w:r>
          </w:p>
          <w:p w:rsidR="001C4A1E" w:rsidRP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spellingerror"/>
                <w:rFonts w:ascii="Corbel" w:hAnsi="Corbel"/>
                <w:color w:val="000000"/>
              </w:rPr>
              <w:t>Robbins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> N. (2021). Projektowanie stron internetowych : przewodnik dla początkujących webmasterów po HTMLS, CSS3 i grafice. Gliwice: Wydawnictwo Helion.</w:t>
            </w:r>
            <w:r>
              <w:rPr>
                <w:rStyle w:val="eop"/>
                <w:rFonts w:ascii="Corbel" w:eastAsia="Calibri" w:hAnsi="Corbel"/>
                <w:b/>
                <w:bCs/>
                <w:smallCaps/>
                <w:color w:val="000000"/>
              </w:rPr>
              <w:t> 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</w:rPr>
              <w:t>Wróblewski P. (2011). MS Office 2010 PL w biurze i nie tylko. Gliwice: Helion.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</w:rPr>
              <w:t> </w:t>
            </w:r>
          </w:p>
          <w:p w:rsid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</w:rPr>
              <w:t>Mazur D. (2015). HTML5 i CSS3 : definicja nowoczesności. Warszawa: Wydawnictwo Naukowe PWN.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:rsid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hyperlink r:id="rId8" w:tgtFrame="_blank" w:history="1">
              <w:r>
                <w:rPr>
                  <w:rStyle w:val="normaltextrun"/>
                  <w:rFonts w:ascii="Corbel" w:hAnsi="Corbel"/>
                  <w:color w:val="0000FF"/>
                  <w:u w:val="single"/>
                </w:rPr>
                <w:t>http://www.kurshtml.edu.pl/html/zielony.html</w:t>
              </w:r>
            </w:hyperlink>
            <w:r>
              <w:rPr>
                <w:rStyle w:val="eop"/>
                <w:rFonts w:ascii="Corbel" w:hAnsi="Corbel"/>
                <w:b/>
                <w:bCs/>
                <w:smallCaps/>
                <w:color w:val="000000"/>
              </w:rPr>
              <w:t> </w:t>
            </w:r>
          </w:p>
          <w:p w:rsid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Garwol K. (2019). Rola technologii informacyjno-komunikacyjnych w aktywizowaniu osób z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</w:rPr>
              <w:t>niepełnosprawnościami</w:t>
            </w:r>
            <w:proofErr w:type="spellEnd"/>
            <w:r>
              <w:rPr>
                <w:rStyle w:val="normaltextrun"/>
                <w:rFonts w:ascii="Corbel" w:hAnsi="Corbel"/>
                <w:color w:val="000000"/>
              </w:rPr>
              <w:t xml:space="preserve"> [w:] Dydaktyka informatyki, nr 14, Rzeszów: Uniwersytet Rzeszowski, s. 30-41.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</w:rPr>
              <w:t> </w:t>
            </w:r>
          </w:p>
          <w:p w:rsidR="00E22B98" w:rsidRPr="00D756D2" w:rsidRDefault="00D756D2" w:rsidP="00D756D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hAnsi="Corbel"/>
                <w:color w:val="000000"/>
              </w:rPr>
              <w:t xml:space="preserve">Garwol K. (2019). Stopień umiejętności korzystania z technologii cyfrowych a wykluczenie społeczne na przykładzie </w:t>
            </w:r>
            <w:r>
              <w:rPr>
                <w:rStyle w:val="normaltextrun"/>
                <w:rFonts w:ascii="Corbel" w:hAnsi="Corbel"/>
                <w:color w:val="000000"/>
              </w:rPr>
              <w:lastRenderedPageBreak/>
              <w:t>osób niepełnosprawnych, starszych i ubogich [w:] Nierówności Społeczne a Wzrost Gospodarczy, nr 58, Rzeszów: Uniwersytet Rzeszowski, s. 47-68.</w:t>
            </w:r>
            <w:r>
              <w:rPr>
                <w:rStyle w:val="eop"/>
                <w:rFonts w:ascii="Corbel" w:hAnsi="Corbel"/>
                <w:b/>
                <w:bCs/>
                <w:smallCaps/>
                <w:color w:val="000000"/>
              </w:rPr>
              <w:t> 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670" w:rsidRDefault="00DC4670" w:rsidP="00C16ABF">
      <w:pPr>
        <w:spacing w:after="0" w:line="240" w:lineRule="auto"/>
      </w:pPr>
      <w:r>
        <w:separator/>
      </w:r>
    </w:p>
  </w:endnote>
  <w:endnote w:type="continuationSeparator" w:id="0">
    <w:p w:rsidR="00DC4670" w:rsidRDefault="00DC46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670" w:rsidRDefault="00DC4670" w:rsidP="00C16ABF">
      <w:pPr>
        <w:spacing w:after="0" w:line="240" w:lineRule="auto"/>
      </w:pPr>
      <w:r>
        <w:separator/>
      </w:r>
    </w:p>
  </w:footnote>
  <w:footnote w:type="continuationSeparator" w:id="0">
    <w:p w:rsidR="00DC4670" w:rsidRDefault="00DC467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01187"/>
    <w:multiLevelType w:val="multilevel"/>
    <w:tmpl w:val="1D4AFE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16B9C"/>
    <w:multiLevelType w:val="multilevel"/>
    <w:tmpl w:val="0316B9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2638D0"/>
    <w:multiLevelType w:val="multilevel"/>
    <w:tmpl w:val="698E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B5461E"/>
    <w:multiLevelType w:val="multilevel"/>
    <w:tmpl w:val="5E30F5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686D86"/>
    <w:multiLevelType w:val="multilevel"/>
    <w:tmpl w:val="0A7A2B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A25D3F"/>
    <w:multiLevelType w:val="multilevel"/>
    <w:tmpl w:val="E884A9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A7459"/>
    <w:multiLevelType w:val="multilevel"/>
    <w:tmpl w:val="8A5C6E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0213C0"/>
    <w:multiLevelType w:val="multilevel"/>
    <w:tmpl w:val="B294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03035B"/>
    <w:multiLevelType w:val="multilevel"/>
    <w:tmpl w:val="DE505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6"/>
  </w:num>
  <w:num w:numId="10">
    <w:abstractNumId w:val="12"/>
  </w:num>
  <w:num w:numId="11">
    <w:abstractNumId w:val="11"/>
  </w:num>
  <w:num w:numId="12">
    <w:abstractNumId w:val="15"/>
  </w:num>
  <w:num w:numId="13">
    <w:abstractNumId w:val="10"/>
  </w:num>
  <w:num w:numId="14">
    <w:abstractNumId w:val="8"/>
  </w:num>
  <w:num w:numId="15">
    <w:abstractNumId w:val="14"/>
  </w:num>
  <w:num w:numId="16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GxMLe0MLE0NzJW0lEKTi0uzszPAykwrAUAWR/LhywAAAA="/>
  </w:docVars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522A8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0501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0F746E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C57E4"/>
    <w:rsid w:val="001D657B"/>
    <w:rsid w:val="001D7B54"/>
    <w:rsid w:val="001E0209"/>
    <w:rsid w:val="001E4341"/>
    <w:rsid w:val="001F2CA2"/>
    <w:rsid w:val="001F437A"/>
    <w:rsid w:val="001F495A"/>
    <w:rsid w:val="0020142A"/>
    <w:rsid w:val="00203C14"/>
    <w:rsid w:val="002144C0"/>
    <w:rsid w:val="0021533C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0A78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5D86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90B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6E56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62C7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4BA6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6650C"/>
    <w:rsid w:val="004706D1"/>
    <w:rsid w:val="00471326"/>
    <w:rsid w:val="004719B4"/>
    <w:rsid w:val="00474086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429"/>
    <w:rsid w:val="005A5E37"/>
    <w:rsid w:val="005A62F3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448B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0BF7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C6B74"/>
    <w:rsid w:val="006C7341"/>
    <w:rsid w:val="006D050F"/>
    <w:rsid w:val="006D6139"/>
    <w:rsid w:val="006D7D70"/>
    <w:rsid w:val="006E1605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4608"/>
    <w:rsid w:val="0073483A"/>
    <w:rsid w:val="00745302"/>
    <w:rsid w:val="007461D6"/>
    <w:rsid w:val="00746EC8"/>
    <w:rsid w:val="00753B01"/>
    <w:rsid w:val="007570C6"/>
    <w:rsid w:val="00761B56"/>
    <w:rsid w:val="00762D66"/>
    <w:rsid w:val="00763604"/>
    <w:rsid w:val="00763BF1"/>
    <w:rsid w:val="007668C8"/>
    <w:rsid w:val="00766FD4"/>
    <w:rsid w:val="00767E7F"/>
    <w:rsid w:val="0077171B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41E7"/>
    <w:rsid w:val="007B766F"/>
    <w:rsid w:val="007C2B1B"/>
    <w:rsid w:val="007C2D43"/>
    <w:rsid w:val="007C3299"/>
    <w:rsid w:val="007C3BCC"/>
    <w:rsid w:val="007C4546"/>
    <w:rsid w:val="007C46ED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812AF7"/>
    <w:rsid w:val="0081554D"/>
    <w:rsid w:val="0081707E"/>
    <w:rsid w:val="008213BC"/>
    <w:rsid w:val="008232EE"/>
    <w:rsid w:val="008374D8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A7D1B"/>
    <w:rsid w:val="008B123D"/>
    <w:rsid w:val="008C0CC0"/>
    <w:rsid w:val="008C19A9"/>
    <w:rsid w:val="008C379D"/>
    <w:rsid w:val="008C48BD"/>
    <w:rsid w:val="008C5147"/>
    <w:rsid w:val="008C5359"/>
    <w:rsid w:val="008C5363"/>
    <w:rsid w:val="008C7E92"/>
    <w:rsid w:val="008D3DFB"/>
    <w:rsid w:val="008D4442"/>
    <w:rsid w:val="008D60FD"/>
    <w:rsid w:val="008D75D6"/>
    <w:rsid w:val="008E5015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A21EB"/>
    <w:rsid w:val="00AB053C"/>
    <w:rsid w:val="00AB4BD3"/>
    <w:rsid w:val="00AC5F90"/>
    <w:rsid w:val="00AD0BEF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084E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2770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C460C"/>
    <w:rsid w:val="00CD6897"/>
    <w:rsid w:val="00CE1FAF"/>
    <w:rsid w:val="00CE5BAC"/>
    <w:rsid w:val="00CF15CD"/>
    <w:rsid w:val="00CF25BE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4BB0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756D2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B3A64"/>
    <w:rsid w:val="00DC4670"/>
    <w:rsid w:val="00DC6F0A"/>
    <w:rsid w:val="00DD038F"/>
    <w:rsid w:val="00DE09C0"/>
    <w:rsid w:val="00DE1D18"/>
    <w:rsid w:val="00DE4A14"/>
    <w:rsid w:val="00DE55FC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B5AD1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EF786D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1B29"/>
    <w:rsid w:val="00F526AF"/>
    <w:rsid w:val="00F57C98"/>
    <w:rsid w:val="00F617C3"/>
    <w:rsid w:val="00F7066B"/>
    <w:rsid w:val="00F7283E"/>
    <w:rsid w:val="00F72BC7"/>
    <w:rsid w:val="00F74200"/>
    <w:rsid w:val="00F81A7A"/>
    <w:rsid w:val="00F829D8"/>
    <w:rsid w:val="00F83B28"/>
    <w:rsid w:val="00F933D3"/>
    <w:rsid w:val="00F96D3C"/>
    <w:rsid w:val="00F974DA"/>
    <w:rsid w:val="00F97B5C"/>
    <w:rsid w:val="00FA46E5"/>
    <w:rsid w:val="00FB36DB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0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3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03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3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38F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D75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D756D2"/>
  </w:style>
  <w:style w:type="character" w:customStyle="1" w:styleId="normaltextrun">
    <w:name w:val="normaltextrun"/>
    <w:basedOn w:val="Domylnaczcionkaakapitu"/>
    <w:rsid w:val="00D756D2"/>
  </w:style>
  <w:style w:type="character" w:customStyle="1" w:styleId="eop">
    <w:name w:val="eop"/>
    <w:basedOn w:val="Domylnaczcionkaakapitu"/>
    <w:rsid w:val="00D756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rshtml.edu.pl/html/zielony.htm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87CDCB-FCAE-430B-B845-C0799D67AF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BDA7E9-72FB-4C68-9BAA-EAF49F18A92D}"/>
</file>

<file path=customXml/itemProps3.xml><?xml version="1.0" encoding="utf-8"?>
<ds:datastoreItem xmlns:ds="http://schemas.openxmlformats.org/officeDocument/2006/customXml" ds:itemID="{D12899E2-C7C6-49C6-980A-10E1500E191B}"/>
</file>

<file path=customXml/itemProps4.xml><?xml version="1.0" encoding="utf-8"?>
<ds:datastoreItem xmlns:ds="http://schemas.openxmlformats.org/officeDocument/2006/customXml" ds:itemID="{0D1BA72B-50BA-4761-AFCB-071143E5690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1036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2021-09-30T11:23:00Z</dcterms:created>
  <dcterms:modified xsi:type="dcterms:W3CDTF">2021-09-30T11:23:00Z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